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243" w:type="dxa"/>
        <w:tblInd w:w="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"/>
        <w:gridCol w:w="1126"/>
        <w:gridCol w:w="1034"/>
        <w:gridCol w:w="576"/>
        <w:gridCol w:w="324"/>
        <w:gridCol w:w="377"/>
        <w:gridCol w:w="377"/>
        <w:gridCol w:w="906"/>
        <w:gridCol w:w="1185"/>
        <w:gridCol w:w="900"/>
        <w:gridCol w:w="862"/>
        <w:gridCol w:w="906"/>
        <w:gridCol w:w="1412"/>
        <w:gridCol w:w="2340"/>
      </w:tblGrid>
      <w:tr w:rsidR="00B44EC7" w:rsidRPr="00B44EC7" w14:paraId="7702DE43" w14:textId="77777777" w:rsidTr="00B44EC7">
        <w:trPr>
          <w:gridAfter w:val="8"/>
          <w:wAfter w:w="8852" w:type="dxa"/>
          <w:trHeight w:val="288"/>
        </w:trPr>
        <w:tc>
          <w:tcPr>
            <w:tcW w:w="0" w:type="auto"/>
            <w:shd w:val="clear" w:color="auto" w:fill="FFFFFF"/>
            <w:vAlign w:val="center"/>
            <w:hideMark/>
          </w:tcPr>
          <w:p w14:paraId="6AA0F22D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shd w:val="clear" w:color="auto" w:fill="FFFFFF"/>
          </w:tcPr>
          <w:p w14:paraId="3B779CA3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shd w:val="clear" w:color="auto" w:fill="FFFFFF"/>
          </w:tcPr>
          <w:p w14:paraId="76C0EF74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gridSpan w:val="3"/>
            <w:shd w:val="clear" w:color="auto" w:fill="FFFFFF"/>
          </w:tcPr>
          <w:p w14:paraId="62AF37F7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</w:tr>
      <w:tr w:rsidR="00B44EC7" w:rsidRPr="00B44EC7" w14:paraId="652FD6AA" w14:textId="77777777" w:rsidTr="00B72AD4">
        <w:trPr>
          <w:trHeight w:val="288"/>
        </w:trPr>
        <w:tc>
          <w:tcPr>
            <w:tcW w:w="9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15A0E2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 Korrus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C9D15A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Toa NR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71159B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Klientide arv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69FB8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Toas kohtade arv</w:t>
            </w:r>
          </w:p>
        </w:tc>
        <w:tc>
          <w:tcPr>
            <w:tcW w:w="75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3A2976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II korrus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5588FC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Toa NR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74DB6E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Klientide arv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2C10F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Toas kohtade arv</w:t>
            </w:r>
          </w:p>
        </w:tc>
        <w:tc>
          <w:tcPr>
            <w:tcW w:w="8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853BD5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III korrus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5553FD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Toa NR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83E32E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Klientide arv</w:t>
            </w:r>
          </w:p>
        </w:tc>
        <w:tc>
          <w:tcPr>
            <w:tcW w:w="2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EAF467C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Toas kohtade arv</w:t>
            </w:r>
          </w:p>
        </w:tc>
      </w:tr>
      <w:tr w:rsidR="00B44EC7" w:rsidRPr="00B44EC7" w14:paraId="5AD35110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4B2CDE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053D2F" w14:textId="77777777" w:rsidR="00B44EC7" w:rsidRPr="00B44EC7" w:rsidRDefault="00B72AD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10</w:t>
            </w:r>
            <w:r w:rsidR="00B44EC7"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08E35A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6E523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149B4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C55E00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  <w:r w:rsidR="00B72AD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B3F725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1D3BC7" w14:textId="77777777" w:rsidR="00B44EC7" w:rsidRPr="00B44EC7" w:rsidRDefault="00D8799A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B2C85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379B06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30</w:t>
            </w:r>
            <w:r w:rsidR="004E274D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42EB34" w14:textId="77777777" w:rsidR="00B44EC7" w:rsidRPr="00B44EC7" w:rsidRDefault="004E274D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46024F" w14:textId="77777777" w:rsidR="00B44EC7" w:rsidRPr="00B44EC7" w:rsidRDefault="004E274D" w:rsidP="004E2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</w:tr>
      <w:tr w:rsidR="00B44EC7" w:rsidRPr="00B44EC7" w14:paraId="5EA45374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D9ADC6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EC7266" w14:textId="77777777" w:rsidR="00B44EC7" w:rsidRPr="00574C2B" w:rsidRDefault="00C456EA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74C2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</w:t>
            </w:r>
            <w:r w:rsidR="00B72AD4" w:rsidRPr="00574C2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02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ED9B6E" w14:textId="77777777" w:rsidR="00B44EC7" w:rsidRPr="00574C2B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74C2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0A5DA" w14:textId="6BA2019B" w:rsidR="00B44EC7" w:rsidRPr="00574C2B" w:rsidRDefault="00281D0A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574C2B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2 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975C55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BE154D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  <w:r w:rsidR="00B72AD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43FE85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7FC1A" w14:textId="77777777" w:rsidR="00B44EC7" w:rsidRPr="00B44EC7" w:rsidRDefault="00D8799A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DF255F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A982A1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30</w:t>
            </w:r>
            <w:r w:rsidR="004E274D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054184" w14:textId="77777777" w:rsidR="00B44EC7" w:rsidRPr="00B44EC7" w:rsidRDefault="009037F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AF3580" w14:textId="77777777" w:rsidR="00B44EC7" w:rsidRPr="00B44EC7" w:rsidRDefault="004E274D" w:rsidP="004E2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</w:tr>
      <w:tr w:rsidR="00B44EC7" w:rsidRPr="00B44EC7" w14:paraId="369E0998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1226ED1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02346D" w14:textId="77777777" w:rsidR="00B44EC7" w:rsidRPr="000C2B09" w:rsidRDefault="00C456EA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C2B09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10</w:t>
            </w:r>
            <w:r w:rsidR="00B72AD4" w:rsidRPr="000C2B09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A1EDAC" w14:textId="602B53B3" w:rsidR="00B44EC7" w:rsidRPr="000C2B09" w:rsidRDefault="00C45F8F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27C28A" w14:textId="5B401A0D" w:rsidR="00B44EC7" w:rsidRPr="000C2B09" w:rsidRDefault="007050B9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C2B09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5F1262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5102F5" w14:textId="77777777" w:rsidR="00B44EC7" w:rsidRPr="00B44EC7" w:rsidRDefault="00B72AD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20</w:t>
            </w:r>
            <w:r w:rsidR="00C456EA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EB442C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A33DA7" w14:textId="77777777" w:rsidR="00B44EC7" w:rsidRPr="00B44EC7" w:rsidRDefault="00D8799A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80F832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BE8FC5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30</w:t>
            </w:r>
            <w:r w:rsidR="004E274D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9E7133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699C4C" w14:textId="77777777" w:rsidR="00B44EC7" w:rsidRPr="00B44EC7" w:rsidRDefault="00B44EC7" w:rsidP="004E2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</w:tr>
      <w:tr w:rsidR="00B44EC7" w:rsidRPr="00B44EC7" w14:paraId="51366FB7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7E2DAF7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F73244" w14:textId="77777777" w:rsidR="00B44EC7" w:rsidRPr="00B44EC7" w:rsidRDefault="00C456EA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10</w:t>
            </w:r>
            <w:r w:rsidR="00B72AD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5009D6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9613E3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85A756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7146BC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  <w:r w:rsidR="00B72AD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B398D9" w14:textId="77777777" w:rsidR="00B44EC7" w:rsidRPr="00B44EC7" w:rsidRDefault="00B72AD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FBB517" w14:textId="77777777" w:rsidR="00B44EC7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5F21B9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9DA57A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30</w:t>
            </w:r>
            <w:r w:rsidR="004E274D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E2091E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484AEE5" w14:textId="77777777" w:rsidR="00B44EC7" w:rsidRPr="00B44EC7" w:rsidRDefault="00B44EC7" w:rsidP="004E2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</w:tr>
      <w:tr w:rsidR="00B44EC7" w:rsidRPr="00B44EC7" w14:paraId="64721FAE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068A83B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0AB6BA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</w:t>
            </w:r>
            <w:r w:rsidR="00C456EA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0</w:t>
            </w:r>
            <w:r w:rsidR="00B72AD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10C880" w14:textId="13C727B4" w:rsidR="00B44EC7" w:rsidRPr="00B44EC7" w:rsidRDefault="00574C2B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E8A28D" w14:textId="6624EE9D" w:rsidR="00B44EC7" w:rsidRPr="00B44EC7" w:rsidRDefault="00574C2B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 xml:space="preserve">1 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B0E312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04204D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  <w:r w:rsidR="00B72AD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57FFFE" w14:textId="03F7E869" w:rsidR="00B44EC7" w:rsidRPr="00B44EC7" w:rsidRDefault="00F71C83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47AD5" w14:textId="77777777" w:rsidR="00B44EC7" w:rsidRPr="00B44EC7" w:rsidRDefault="00D8799A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E902C3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1BD453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30</w:t>
            </w:r>
            <w:r w:rsidR="004E274D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AD33B2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FA4E857" w14:textId="77777777" w:rsidR="00B44EC7" w:rsidRPr="00B44EC7" w:rsidRDefault="00B44EC7" w:rsidP="004E2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</w:tr>
      <w:tr w:rsidR="00B44EC7" w:rsidRPr="00B44EC7" w14:paraId="2BDEF05A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9363A65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6AE28D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</w:t>
            </w:r>
            <w:r w:rsidR="00C456EA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06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81F4FF" w14:textId="2CD87C98" w:rsidR="00B44EC7" w:rsidRPr="00B44EC7" w:rsidRDefault="00574C2B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A08FD6" w14:textId="6BF5A400" w:rsidR="00B44EC7" w:rsidRPr="00B44EC7" w:rsidRDefault="00F10EFC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BAE8BC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7F4A51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  <w:r w:rsidR="00B72AD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52CCFB" w14:textId="77777777" w:rsidR="00B44EC7" w:rsidRPr="00B44EC7" w:rsidRDefault="00B72AD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8EA4EE" w14:textId="77777777" w:rsidR="00B44EC7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5A1FF2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884675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30</w:t>
            </w:r>
            <w:r w:rsidR="004E274D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03AB2D" w14:textId="77777777" w:rsidR="00B44EC7" w:rsidRPr="00B44EC7" w:rsidRDefault="004E274D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CCAD1CA" w14:textId="77777777" w:rsidR="00B44EC7" w:rsidRPr="00B44EC7" w:rsidRDefault="004E274D" w:rsidP="004E2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</w:tr>
      <w:tr w:rsidR="00B44EC7" w:rsidRPr="00B44EC7" w14:paraId="5E7C72EC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2B7687D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305B4C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</w:t>
            </w:r>
            <w:r w:rsidR="00C456EA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0</w:t>
            </w:r>
            <w:r w:rsidR="00B72AD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2B7548" w14:textId="302678C2" w:rsidR="00B44EC7" w:rsidRPr="00B44EC7" w:rsidRDefault="00574C2B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F42F8" w14:textId="6BBB308A" w:rsidR="00B44EC7" w:rsidRPr="00B44EC7" w:rsidRDefault="00574C2B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F8E894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FF505B" w14:textId="77777777" w:rsidR="00B44EC7" w:rsidRPr="00B07CCD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B07CC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</w:t>
            </w:r>
            <w:r w:rsidR="00C456EA" w:rsidRPr="00B07CC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0</w:t>
            </w:r>
            <w:r w:rsidR="00B72AD4" w:rsidRPr="00B07CC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BA7DAF" w14:textId="4009DC28" w:rsidR="00B44EC7" w:rsidRPr="00B07CCD" w:rsidRDefault="003E34DE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B07CC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49F7A" w14:textId="77777777" w:rsidR="00B44EC7" w:rsidRPr="00B07CCD" w:rsidRDefault="00281D0A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B07CC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1703BB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F6F2E1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b/>
                <w:bCs/>
                <w:color w:val="201F1E"/>
                <w:sz w:val="24"/>
                <w:szCs w:val="24"/>
                <w:lang w:eastAsia="et-EE"/>
              </w:rPr>
              <w:t>Kokku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D06254" w14:textId="77777777" w:rsidR="00B44EC7" w:rsidRPr="00C375C2" w:rsidRDefault="004E274D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</w:t>
            </w:r>
            <w:r w:rsidR="00FA36A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658FA05" w14:textId="77777777" w:rsidR="00B44EC7" w:rsidRPr="00B44EC7" w:rsidRDefault="004E274D" w:rsidP="004E2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1F1E"/>
                <w:sz w:val="24"/>
                <w:szCs w:val="24"/>
                <w:lang w:eastAsia="et-EE"/>
              </w:rPr>
              <w:t>12</w:t>
            </w:r>
          </w:p>
        </w:tc>
      </w:tr>
      <w:tr w:rsidR="00C375C2" w:rsidRPr="00B44EC7" w14:paraId="6F3D378B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751B128" w14:textId="77777777" w:rsidR="00C375C2" w:rsidRPr="00B44EC7" w:rsidRDefault="00C375C2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063B2D" w14:textId="77777777" w:rsidR="00C375C2" w:rsidRPr="00B44EC7" w:rsidRDefault="00C375C2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</w:t>
            </w:r>
            <w:r w:rsidR="00C456EA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0</w:t>
            </w:r>
            <w:r w:rsidR="00B72AD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18F98D" w14:textId="77777777" w:rsidR="00C375C2" w:rsidRPr="00B44EC7" w:rsidRDefault="00C375C2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A65A5" w14:textId="77777777" w:rsidR="00C375C2" w:rsidRPr="00B44EC7" w:rsidRDefault="00C375C2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A5975" w14:textId="77777777" w:rsidR="00C375C2" w:rsidRPr="00B44EC7" w:rsidRDefault="00C375C2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96DAA2" w14:textId="77777777" w:rsidR="00C375C2" w:rsidRPr="00B44EC7" w:rsidRDefault="00C375C2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4E5FE1" w14:textId="77777777" w:rsidR="00C375C2" w:rsidRPr="00B44EC7" w:rsidRDefault="00C375C2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  <w:r w:rsidR="00C456EA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C10B49" w14:textId="62F6E756" w:rsidR="00C375C2" w:rsidRPr="00B44EC7" w:rsidRDefault="00574C2B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DAD379" w14:textId="1F44CC9B" w:rsidR="00C375C2" w:rsidRPr="00B44EC7" w:rsidRDefault="00574C2B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EFAEA3" w14:textId="77777777" w:rsidR="00C375C2" w:rsidRPr="00B44EC7" w:rsidRDefault="00C375C2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0B6959" w14:textId="77777777" w:rsidR="00C375C2" w:rsidRPr="00B44EC7" w:rsidRDefault="00C375C2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46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D555C5" w14:textId="77777777" w:rsidR="00C375C2" w:rsidRPr="00B44EC7" w:rsidRDefault="00C375C2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2192" w:type="dxa"/>
            <w:shd w:val="clear" w:color="auto" w:fill="FFFFFF"/>
          </w:tcPr>
          <w:p w14:paraId="0B4849A0" w14:textId="77777777" w:rsidR="00C375C2" w:rsidRPr="00B44EC7" w:rsidRDefault="00C375C2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72AD4" w:rsidRPr="00B44EC7" w14:paraId="1146E727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A88C716" w14:textId="77777777" w:rsidR="00B72AD4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4A4693" w14:textId="77777777" w:rsidR="00B72AD4" w:rsidRPr="00C375C2" w:rsidRDefault="00B72AD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109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8235FE" w14:textId="77777777" w:rsidR="00B72AD4" w:rsidRDefault="00B72AD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5E1AC7" w14:textId="77777777" w:rsidR="00B72AD4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62566" w14:textId="77777777" w:rsidR="00B72AD4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45A37A" w14:textId="77777777" w:rsidR="00B72AD4" w:rsidRDefault="00B72AD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9D6F0A" w14:textId="018349A5" w:rsidR="00B72AD4" w:rsidRPr="00B44EC7" w:rsidRDefault="00E65EBA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B9A5E2" w14:textId="5D13BB7E" w:rsidR="00B72AD4" w:rsidRDefault="00574C2B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D7B02" w14:textId="77777777" w:rsidR="00B72AD4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04E680" w14:textId="77777777" w:rsidR="00B72AD4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46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0B9032" w14:textId="77777777" w:rsidR="00B72AD4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2192" w:type="dxa"/>
            <w:shd w:val="clear" w:color="auto" w:fill="FFFFFF"/>
          </w:tcPr>
          <w:p w14:paraId="43A7A3E2" w14:textId="77777777" w:rsidR="00B72AD4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44EC7" w:rsidRPr="00B44EC7" w14:paraId="3A732B94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1E72AC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221077" w14:textId="77777777" w:rsidR="00B44EC7" w:rsidRPr="00C375C2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375C2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</w:t>
            </w:r>
            <w:r w:rsidR="00B72AD4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DE9937" w14:textId="113EBB6F" w:rsidR="00B44EC7" w:rsidRPr="00C375C2" w:rsidRDefault="00574C2B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A8DA15" w14:textId="2D94E160" w:rsidR="00B44EC7" w:rsidRPr="00C375C2" w:rsidRDefault="00574C2B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2F7ED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ADFD97" w14:textId="77777777" w:rsidR="00B44EC7" w:rsidRPr="00B44EC7" w:rsidRDefault="00C456EA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  <w:r w:rsidR="00B72AD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E66711" w14:textId="59B46FC5" w:rsidR="00B44EC7" w:rsidRPr="00B44EC7" w:rsidRDefault="00574C2B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0CCF85" w14:textId="3B163BFC" w:rsidR="00B44EC7" w:rsidRPr="00B44EC7" w:rsidRDefault="00574C2B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1DAB7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B05734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46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0E2CA0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2192" w:type="dxa"/>
            <w:shd w:val="clear" w:color="auto" w:fill="FFFFFF"/>
          </w:tcPr>
          <w:p w14:paraId="07D2BB96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44EC7" w:rsidRPr="00B44EC7" w14:paraId="3D05C4D0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F5BAE8B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440C46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</w:t>
            </w:r>
            <w:r w:rsidR="00B72AD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97A3FB" w14:textId="2DF80733" w:rsidR="00B44EC7" w:rsidRPr="00B44EC7" w:rsidRDefault="00574C2B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7ACA20" w14:textId="6754CD69" w:rsidR="00B44EC7" w:rsidRPr="00B44EC7" w:rsidRDefault="00574C2B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A8DD81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467A53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  <w:r w:rsidR="00B72AD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CFA189" w14:textId="4797BA45" w:rsidR="00B44EC7" w:rsidRPr="00B44EC7" w:rsidRDefault="00574C2B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74E761" w14:textId="0B058E0C" w:rsidR="00B44EC7" w:rsidRPr="00B44EC7" w:rsidRDefault="00574C2B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DD2937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82E692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46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D427DF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2192" w:type="dxa"/>
            <w:shd w:val="clear" w:color="auto" w:fill="FFFFFF"/>
          </w:tcPr>
          <w:p w14:paraId="500A7A61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72AD4" w:rsidRPr="00B44EC7" w14:paraId="4083F9A3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15C36C8" w14:textId="77777777" w:rsidR="00B72AD4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AE5A9D" w14:textId="77777777" w:rsidR="00B72AD4" w:rsidRPr="00B44EC7" w:rsidRDefault="00B72AD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D72F92" w14:textId="77777777" w:rsidR="00B72AD4" w:rsidRDefault="00B72AD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8DB84" w14:textId="77777777" w:rsidR="00B72AD4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1A2AE0" w14:textId="77777777" w:rsidR="00B72AD4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EB97A3" w14:textId="77777777" w:rsidR="00B72AD4" w:rsidRPr="00B44EC7" w:rsidRDefault="00B72AD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250DE5" w14:textId="77777777" w:rsidR="00B72AD4" w:rsidRPr="00B44EC7" w:rsidRDefault="00B72AD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93078B" w14:textId="77777777" w:rsidR="00B72AD4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955B5A" w14:textId="77777777" w:rsidR="00B72AD4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DE6F46" w14:textId="77777777" w:rsidR="00B72AD4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46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5FB9A1" w14:textId="77777777" w:rsidR="00B72AD4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2192" w:type="dxa"/>
            <w:shd w:val="clear" w:color="auto" w:fill="FFFFFF"/>
          </w:tcPr>
          <w:p w14:paraId="1961303B" w14:textId="77777777" w:rsidR="00B72AD4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654233" w:rsidRPr="00B44EC7" w14:paraId="32513086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B294EB" w14:textId="77777777" w:rsidR="00654233" w:rsidRPr="00B44EC7" w:rsidRDefault="0065423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07B332" w14:textId="6BA81628" w:rsidR="00654233" w:rsidRDefault="00654233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113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724501" w14:textId="33862241" w:rsidR="00654233" w:rsidRPr="00F10EFC" w:rsidRDefault="007E4F9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F10EF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CE07EA" w14:textId="3BDCF679" w:rsidR="00654233" w:rsidRPr="00F10EFC" w:rsidRDefault="007E4F9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F10EF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25999" w14:textId="77777777" w:rsidR="00654233" w:rsidRPr="00B44EC7" w:rsidRDefault="0065423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042843" w14:textId="77777777" w:rsidR="00654233" w:rsidRDefault="00654233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89587A" w14:textId="77777777" w:rsidR="00654233" w:rsidRDefault="00654233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13F464" w14:textId="77777777" w:rsidR="00654233" w:rsidRDefault="0065423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93A9C0" w14:textId="77777777" w:rsidR="00654233" w:rsidRPr="00B44EC7" w:rsidRDefault="0065423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E3E352" w14:textId="77777777" w:rsidR="00654233" w:rsidRPr="00B44EC7" w:rsidRDefault="0065423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46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949FF2" w14:textId="77777777" w:rsidR="00654233" w:rsidRPr="00B44EC7" w:rsidRDefault="0065423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2192" w:type="dxa"/>
            <w:shd w:val="clear" w:color="auto" w:fill="FFFFFF"/>
          </w:tcPr>
          <w:p w14:paraId="4DC8FAFA" w14:textId="77777777" w:rsidR="00654233" w:rsidRPr="00B44EC7" w:rsidRDefault="0065423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654233" w:rsidRPr="00B44EC7" w14:paraId="7ED374FC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3143333" w14:textId="77777777" w:rsidR="00654233" w:rsidRPr="00B44EC7" w:rsidRDefault="0065423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FCEA9E" w14:textId="6DB59073" w:rsidR="00654233" w:rsidRDefault="007E4F9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114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C186FE" w14:textId="17499BAF" w:rsidR="00654233" w:rsidRPr="003B1A39" w:rsidRDefault="007D22E5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495B6" w14:textId="1A315F99" w:rsidR="00654233" w:rsidRPr="003B1A39" w:rsidRDefault="003B1A39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6658" w14:textId="77777777" w:rsidR="00654233" w:rsidRPr="00B44EC7" w:rsidRDefault="0065423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F3284B" w14:textId="77777777" w:rsidR="00654233" w:rsidRDefault="00654233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5D956B" w14:textId="77777777" w:rsidR="00654233" w:rsidRDefault="00654233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3A1159" w14:textId="77777777" w:rsidR="00654233" w:rsidRDefault="0065423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85755" w14:textId="77777777" w:rsidR="00654233" w:rsidRPr="00B44EC7" w:rsidRDefault="0065423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FAFCBF" w14:textId="77777777" w:rsidR="00654233" w:rsidRPr="00B44EC7" w:rsidRDefault="0065423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46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BEECF2" w14:textId="77777777" w:rsidR="00654233" w:rsidRPr="00B44EC7" w:rsidRDefault="0065423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2192" w:type="dxa"/>
            <w:shd w:val="clear" w:color="auto" w:fill="FFFFFF"/>
          </w:tcPr>
          <w:p w14:paraId="5094FDA5" w14:textId="77777777" w:rsidR="00654233" w:rsidRPr="00B44EC7" w:rsidRDefault="0065423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44EC7" w:rsidRPr="00B44EC7" w14:paraId="2A7075E9" w14:textId="77777777" w:rsidTr="00B72AD4">
        <w:trPr>
          <w:trHeight w:val="28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20CB084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DC8AAC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b/>
                <w:bCs/>
                <w:color w:val="201F1E"/>
                <w:sz w:val="24"/>
                <w:szCs w:val="24"/>
                <w:lang w:eastAsia="et-EE"/>
              </w:rPr>
              <w:t>Kokku: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C0D6B4" w14:textId="60573A4C" w:rsidR="00B44EC7" w:rsidRPr="00C375C2" w:rsidRDefault="00C45F8F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998A6" w14:textId="4139DD8D" w:rsidR="00B44EC7" w:rsidRPr="00B44EC7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1F1E"/>
                <w:sz w:val="24"/>
                <w:szCs w:val="24"/>
                <w:lang w:eastAsia="et-EE"/>
              </w:rPr>
              <w:t>2</w:t>
            </w:r>
            <w:r w:rsidR="007E4F94">
              <w:rPr>
                <w:rFonts w:ascii="Times New Roman" w:eastAsia="Times New Roman" w:hAnsi="Times New Roman" w:cs="Times New Roman"/>
                <w:b/>
                <w:bCs/>
                <w:color w:val="201F1E"/>
                <w:sz w:val="24"/>
                <w:szCs w:val="24"/>
                <w:lang w:eastAsia="et-EE"/>
              </w:rPr>
              <w:t>5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61E94D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401661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  <w:r w:rsidR="00B72AD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A72DD4" w14:textId="5DD27922" w:rsidR="00B44EC7" w:rsidRPr="00B44EC7" w:rsidRDefault="00574C2B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5E666" w14:textId="73EF1CDC" w:rsidR="00B44EC7" w:rsidRPr="00B44EC7" w:rsidRDefault="00574C2B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B49C5E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DF764D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46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CA2BA2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2192" w:type="dxa"/>
            <w:shd w:val="clear" w:color="auto" w:fill="FFFFFF"/>
          </w:tcPr>
          <w:p w14:paraId="09F8D783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44EC7" w:rsidRPr="00B44EC7" w14:paraId="1B808215" w14:textId="77777777" w:rsidTr="00B72AD4">
        <w:trPr>
          <w:trHeight w:val="288"/>
        </w:trPr>
        <w:tc>
          <w:tcPr>
            <w:tcW w:w="92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6843C3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15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FC5AB2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03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3023C0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D8425C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769372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0355F3" w14:textId="77777777" w:rsidR="00B44EC7" w:rsidRPr="00B44EC7" w:rsidRDefault="00B72AD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21</w:t>
            </w:r>
            <w:r w:rsidR="00B44EC7"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054DCE" w14:textId="77777777" w:rsidR="00B44EC7" w:rsidRPr="00B44EC7" w:rsidRDefault="00B72AD4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869B7E" w14:textId="77777777" w:rsidR="00B44EC7" w:rsidRPr="00CE3963" w:rsidRDefault="00B72AD4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0831CD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6B5737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46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FDDFB3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2192" w:type="dxa"/>
            <w:shd w:val="clear" w:color="auto" w:fill="FFFFFF"/>
          </w:tcPr>
          <w:p w14:paraId="047BC6A6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44EC7" w:rsidRPr="00B44EC7" w14:paraId="4BE34C89" w14:textId="77777777" w:rsidTr="00B72AD4">
        <w:trPr>
          <w:trHeight w:val="288"/>
        </w:trPr>
        <w:tc>
          <w:tcPr>
            <w:tcW w:w="92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0B26D0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15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DCC278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03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1D4552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F91875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2C06C9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0D3564" w14:textId="77777777" w:rsidR="00B44EC7" w:rsidRPr="00B44EC7" w:rsidRDefault="00B44EC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  <w:r w:rsidR="00B72AD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C63E81" w14:textId="685626A4" w:rsidR="00B44EC7" w:rsidRPr="00B44EC7" w:rsidRDefault="00F71C83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58BA65" w14:textId="5FEFE223" w:rsidR="00B44EC7" w:rsidRPr="00B44EC7" w:rsidRDefault="00F71C83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F3A53B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16C1E4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46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193286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2192" w:type="dxa"/>
            <w:shd w:val="clear" w:color="auto" w:fill="FFFFFF"/>
          </w:tcPr>
          <w:p w14:paraId="70B431B1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166B07" w:rsidRPr="00B44EC7" w14:paraId="139AE531" w14:textId="77777777" w:rsidTr="00B72AD4">
        <w:trPr>
          <w:trHeight w:val="288"/>
        </w:trPr>
        <w:tc>
          <w:tcPr>
            <w:tcW w:w="92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FBF9B6" w14:textId="77777777" w:rsidR="00166B07" w:rsidRPr="00B44EC7" w:rsidRDefault="00166B0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15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A7A213" w14:textId="77777777" w:rsidR="00166B07" w:rsidRPr="00B44EC7" w:rsidRDefault="00166B0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03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01560A" w14:textId="77777777" w:rsidR="00166B07" w:rsidRPr="00B44EC7" w:rsidRDefault="00166B0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4EC51A" w14:textId="77777777" w:rsidR="00166B07" w:rsidRPr="00B44EC7" w:rsidRDefault="00166B0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C76F2" w14:textId="77777777" w:rsidR="00166B07" w:rsidRPr="00B44EC7" w:rsidRDefault="00166B0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9C0F89" w14:textId="77777777" w:rsidR="00166B07" w:rsidRPr="00B07CCD" w:rsidRDefault="00166B07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B07CC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216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0CCAA6" w14:textId="300C0E7E" w:rsidR="00166B07" w:rsidRPr="00B07CCD" w:rsidRDefault="00F71C83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B07CC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6E78B" w14:textId="257300B6" w:rsidR="00166B07" w:rsidRPr="00B07CCD" w:rsidRDefault="00965206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B07CC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ADA3E7" w14:textId="77777777" w:rsidR="00166B07" w:rsidRPr="00B44EC7" w:rsidRDefault="00166B0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75AEAF" w14:textId="77777777" w:rsidR="00166B07" w:rsidRPr="00B44EC7" w:rsidRDefault="00166B0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46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BB3A48" w14:textId="77777777" w:rsidR="00166B07" w:rsidRPr="00B44EC7" w:rsidRDefault="00166B0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2192" w:type="dxa"/>
            <w:shd w:val="clear" w:color="auto" w:fill="FFFFFF"/>
          </w:tcPr>
          <w:p w14:paraId="6EB7934D" w14:textId="77777777" w:rsidR="00166B07" w:rsidRPr="00B44EC7" w:rsidRDefault="00166B0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44EC7" w:rsidRPr="00B44EC7" w14:paraId="4D04A47F" w14:textId="77777777" w:rsidTr="00B72AD4">
        <w:trPr>
          <w:trHeight w:val="288"/>
        </w:trPr>
        <w:tc>
          <w:tcPr>
            <w:tcW w:w="92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5731CA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15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1DD393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03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4A62EE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C20499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374E00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B84FD4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  <w:r w:rsidRPr="00B44EC7">
              <w:rPr>
                <w:rFonts w:ascii="Times New Roman" w:eastAsia="Times New Roman" w:hAnsi="Times New Roman" w:cs="Times New Roman"/>
                <w:b/>
                <w:bCs/>
                <w:color w:val="201F1E"/>
                <w:sz w:val="24"/>
                <w:szCs w:val="24"/>
                <w:lang w:eastAsia="et-EE"/>
              </w:rPr>
              <w:t>Kokku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DB85B5" w14:textId="2AD6FB27" w:rsidR="00B44EC7" w:rsidRPr="00C375C2" w:rsidRDefault="003E34DE" w:rsidP="00B4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</w:t>
            </w:r>
            <w:r w:rsidR="00B07CC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536D0" w14:textId="0E896328" w:rsidR="00B44EC7" w:rsidRPr="00D8799A" w:rsidRDefault="004E274D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01F1E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1F1E"/>
                <w:sz w:val="24"/>
                <w:szCs w:val="24"/>
                <w:lang w:eastAsia="et-EE"/>
              </w:rPr>
              <w:t>3</w:t>
            </w:r>
            <w:r w:rsidR="00800F9C">
              <w:rPr>
                <w:rFonts w:ascii="Times New Roman" w:eastAsia="Times New Roman" w:hAnsi="Times New Roman" w:cs="Times New Roman"/>
                <w:b/>
                <w:bCs/>
                <w:color w:val="201F1E"/>
                <w:sz w:val="24"/>
                <w:szCs w:val="24"/>
                <w:lang w:eastAsia="et-EE"/>
              </w:rPr>
              <w:t>5</w:t>
            </w:r>
          </w:p>
        </w:tc>
        <w:tc>
          <w:tcPr>
            <w:tcW w:w="878" w:type="dxa"/>
            <w:tcBorders>
              <w:lef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349D09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lang w:eastAsia="et-EE"/>
              </w:rPr>
            </w:pPr>
          </w:p>
        </w:tc>
        <w:tc>
          <w:tcPr>
            <w:tcW w:w="91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792314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46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43BB09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2192" w:type="dxa"/>
            <w:shd w:val="clear" w:color="auto" w:fill="FFFFFF"/>
          </w:tcPr>
          <w:p w14:paraId="2B6B4361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44EC7" w:rsidRPr="00B44EC7" w14:paraId="54FDF47C" w14:textId="77777777" w:rsidTr="00B72AD4">
        <w:trPr>
          <w:trHeight w:val="288"/>
        </w:trPr>
        <w:tc>
          <w:tcPr>
            <w:tcW w:w="92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27882F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15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A04A10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03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464399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900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9BFAC2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754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EFA477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91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8547B7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207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1D1331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6253B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87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7F0799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91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535725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42E2C1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FFFFFF"/>
          </w:tcPr>
          <w:p w14:paraId="67020EC8" w14:textId="77777777" w:rsidR="00B44EC7" w:rsidRPr="00B44EC7" w:rsidRDefault="00B44EC7" w:rsidP="00B4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</w:tbl>
    <w:p w14:paraId="2D990D1E" w14:textId="77777777" w:rsidR="005E2C1D" w:rsidRDefault="005E2C1D"/>
    <w:p w14:paraId="63990A18" w14:textId="77777777" w:rsidR="00150452" w:rsidRDefault="00150452"/>
    <w:p w14:paraId="01251E87" w14:textId="008D4456" w:rsidR="007C198C" w:rsidRDefault="004A4FC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6074A1">
        <w:rPr>
          <w:sz w:val="24"/>
          <w:szCs w:val="24"/>
        </w:rPr>
        <w:t>4</w:t>
      </w:r>
      <w:r w:rsidR="00D37A44">
        <w:rPr>
          <w:sz w:val="24"/>
          <w:szCs w:val="24"/>
        </w:rPr>
        <w:t>.</w:t>
      </w:r>
      <w:r w:rsidR="006074A1">
        <w:rPr>
          <w:sz w:val="24"/>
          <w:szCs w:val="24"/>
        </w:rPr>
        <w:t>0</w:t>
      </w:r>
      <w:r>
        <w:rPr>
          <w:sz w:val="24"/>
          <w:szCs w:val="24"/>
        </w:rPr>
        <w:t>1</w:t>
      </w:r>
      <w:r w:rsidR="00D37A44">
        <w:rPr>
          <w:sz w:val="24"/>
          <w:szCs w:val="24"/>
        </w:rPr>
        <w:t>.202</w:t>
      </w:r>
      <w:r w:rsidR="006074A1">
        <w:rPr>
          <w:sz w:val="24"/>
          <w:szCs w:val="24"/>
        </w:rPr>
        <w:t>5</w:t>
      </w:r>
      <w:r w:rsidR="00D37A44">
        <w:rPr>
          <w:sz w:val="24"/>
          <w:szCs w:val="24"/>
        </w:rPr>
        <w:t xml:space="preserve"> seisuga on </w:t>
      </w:r>
      <w:r>
        <w:rPr>
          <w:sz w:val="24"/>
          <w:szCs w:val="24"/>
        </w:rPr>
        <w:t>60</w:t>
      </w:r>
      <w:r w:rsidR="00D37A44">
        <w:rPr>
          <w:sz w:val="24"/>
          <w:szCs w:val="24"/>
        </w:rPr>
        <w:t xml:space="preserve"> üldhooldus + 10 erihoolekande kohta = </w:t>
      </w:r>
      <w:r>
        <w:rPr>
          <w:sz w:val="24"/>
          <w:szCs w:val="24"/>
        </w:rPr>
        <w:t>70</w:t>
      </w:r>
      <w:r w:rsidR="003E34DE">
        <w:rPr>
          <w:sz w:val="24"/>
          <w:szCs w:val="24"/>
        </w:rPr>
        <w:t xml:space="preserve">. Faktiliselt majas </w:t>
      </w:r>
      <w:r w:rsidR="00516AD8">
        <w:rPr>
          <w:sz w:val="24"/>
          <w:szCs w:val="24"/>
        </w:rPr>
        <w:t>60</w:t>
      </w:r>
      <w:r w:rsidR="003E34DE">
        <w:rPr>
          <w:sz w:val="24"/>
          <w:szCs w:val="24"/>
        </w:rPr>
        <w:t xml:space="preserve"> üldhooldus ja 10 erihoolekande klienti = </w:t>
      </w:r>
      <w:r w:rsidR="00516AD8">
        <w:rPr>
          <w:sz w:val="24"/>
          <w:szCs w:val="24"/>
        </w:rPr>
        <w:t>70</w:t>
      </w:r>
    </w:p>
    <w:p w14:paraId="0810D26D" w14:textId="34A1456A" w:rsidR="00150452" w:rsidRDefault="00292F40">
      <w:pPr>
        <w:rPr>
          <w:sz w:val="24"/>
          <w:szCs w:val="24"/>
        </w:rPr>
      </w:pPr>
      <w:r>
        <w:rPr>
          <w:sz w:val="24"/>
          <w:szCs w:val="24"/>
        </w:rPr>
        <w:lastRenderedPageBreak/>
        <w:t>Ruum nr.</w:t>
      </w:r>
      <w:r w:rsidR="00516AD8">
        <w:rPr>
          <w:sz w:val="24"/>
          <w:szCs w:val="24"/>
        </w:rPr>
        <w:t>114</w:t>
      </w:r>
      <w:r>
        <w:rPr>
          <w:sz w:val="24"/>
          <w:szCs w:val="24"/>
        </w:rPr>
        <w:t xml:space="preserve"> remondi järgselt </w:t>
      </w:r>
      <w:r w:rsidR="00CE3963">
        <w:rPr>
          <w:sz w:val="24"/>
          <w:szCs w:val="24"/>
        </w:rPr>
        <w:t xml:space="preserve"> </w:t>
      </w:r>
      <w:r>
        <w:rPr>
          <w:sz w:val="24"/>
          <w:szCs w:val="24"/>
        </w:rPr>
        <w:t>kohandatud klientide eluruumiks</w:t>
      </w:r>
    </w:p>
    <w:p w14:paraId="0865479D" w14:textId="3B86BB31" w:rsidR="00292F40" w:rsidRPr="00150452" w:rsidRDefault="00292F40">
      <w:pPr>
        <w:rPr>
          <w:sz w:val="24"/>
          <w:szCs w:val="24"/>
        </w:rPr>
      </w:pPr>
      <w:r>
        <w:rPr>
          <w:sz w:val="24"/>
          <w:szCs w:val="24"/>
        </w:rPr>
        <w:t>Punasega märgitud taodeldavad täiendavad kliendi kohad</w:t>
      </w:r>
      <w:r w:rsidR="00215396">
        <w:rPr>
          <w:sz w:val="24"/>
          <w:szCs w:val="24"/>
        </w:rPr>
        <w:t>.</w:t>
      </w:r>
    </w:p>
    <w:sectPr w:rsidR="00292F40" w:rsidRPr="00150452" w:rsidSect="00B44E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EC7"/>
    <w:rsid w:val="0002628C"/>
    <w:rsid w:val="00041D74"/>
    <w:rsid w:val="000C2B09"/>
    <w:rsid w:val="000D4137"/>
    <w:rsid w:val="00100F5C"/>
    <w:rsid w:val="00150452"/>
    <w:rsid w:val="00166B07"/>
    <w:rsid w:val="001C0F34"/>
    <w:rsid w:val="00215396"/>
    <w:rsid w:val="00271770"/>
    <w:rsid w:val="00281D0A"/>
    <w:rsid w:val="00292F40"/>
    <w:rsid w:val="0031153D"/>
    <w:rsid w:val="003B1A39"/>
    <w:rsid w:val="003D3CF4"/>
    <w:rsid w:val="003E34DE"/>
    <w:rsid w:val="00494271"/>
    <w:rsid w:val="004A4FCA"/>
    <w:rsid w:val="004E274D"/>
    <w:rsid w:val="00516AD8"/>
    <w:rsid w:val="00522544"/>
    <w:rsid w:val="00574C2B"/>
    <w:rsid w:val="00593B90"/>
    <w:rsid w:val="005E2C1D"/>
    <w:rsid w:val="006074A1"/>
    <w:rsid w:val="00632BB1"/>
    <w:rsid w:val="00654233"/>
    <w:rsid w:val="007050B9"/>
    <w:rsid w:val="007C198C"/>
    <w:rsid w:val="007D22E5"/>
    <w:rsid w:val="007D53D7"/>
    <w:rsid w:val="007E4F94"/>
    <w:rsid w:val="00800F9C"/>
    <w:rsid w:val="008F1C81"/>
    <w:rsid w:val="009037F4"/>
    <w:rsid w:val="009044F7"/>
    <w:rsid w:val="00965206"/>
    <w:rsid w:val="00967147"/>
    <w:rsid w:val="009A2E10"/>
    <w:rsid w:val="00A0059D"/>
    <w:rsid w:val="00A257F0"/>
    <w:rsid w:val="00B07CCD"/>
    <w:rsid w:val="00B26692"/>
    <w:rsid w:val="00B44EC7"/>
    <w:rsid w:val="00B72AD4"/>
    <w:rsid w:val="00C375C2"/>
    <w:rsid w:val="00C456EA"/>
    <w:rsid w:val="00C45F8F"/>
    <w:rsid w:val="00C95162"/>
    <w:rsid w:val="00CE3963"/>
    <w:rsid w:val="00D37A44"/>
    <w:rsid w:val="00D8799A"/>
    <w:rsid w:val="00E65EBA"/>
    <w:rsid w:val="00E919A2"/>
    <w:rsid w:val="00F10EFC"/>
    <w:rsid w:val="00F71C83"/>
    <w:rsid w:val="00FA36AD"/>
    <w:rsid w:val="00FF2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8C0AC"/>
  <w15:docId w15:val="{FD480BA5-89F4-40E2-B093-40C8D81F7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128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Tiina Luts</dc:creator>
  <cp:lastModifiedBy>Ivi Kasvandik</cp:lastModifiedBy>
  <cp:revision>17</cp:revision>
  <cp:lastPrinted>2023-09-14T07:14:00Z</cp:lastPrinted>
  <dcterms:created xsi:type="dcterms:W3CDTF">2023-09-14T08:29:00Z</dcterms:created>
  <dcterms:modified xsi:type="dcterms:W3CDTF">2025-01-24T07:53:00Z</dcterms:modified>
</cp:coreProperties>
</file>